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3FBD0" w14:textId="3DE41EE0" w:rsidR="00F966B4" w:rsidRPr="00344705" w:rsidRDefault="00F966B4" w:rsidP="00F966B4">
      <w:pPr>
        <w:rPr>
          <w:rFonts w:ascii="Times New Roman" w:hAnsi="Times New Roman"/>
          <w:lang w:val="et-EE"/>
        </w:rPr>
      </w:pPr>
      <w:r w:rsidRPr="00344705">
        <w:rPr>
          <w:rFonts w:ascii="Times New Roman" w:hAnsi="Times New Roman"/>
          <w:lang w:val="et-EE"/>
        </w:rPr>
        <w:t>Transpordiamet</w:t>
      </w:r>
    </w:p>
    <w:p w14:paraId="73401B5F" w14:textId="2E8F5562" w:rsidR="00F966B4" w:rsidRPr="00F966B4" w:rsidRDefault="00F966B4" w:rsidP="00F966B4">
      <w:pPr>
        <w:rPr>
          <w:rFonts w:ascii="Times New Roman" w:hAnsi="Times New Roman"/>
          <w:lang w:val="et-EE"/>
        </w:rPr>
      </w:pPr>
      <w:hyperlink r:id="rId11" w:history="1">
        <w:r w:rsidRPr="00F966B4">
          <w:rPr>
            <w:rStyle w:val="Hyperlink"/>
            <w:rFonts w:ascii="Times New Roman" w:hAnsi="Times New Roman"/>
            <w:lang w:val="et-EE"/>
          </w:rPr>
          <w:t>maantee@transpordiamet.ee</w:t>
        </w:r>
      </w:hyperlink>
      <w:r w:rsidRPr="00F966B4">
        <w:rPr>
          <w:rFonts w:ascii="Times New Roman" w:hAnsi="Times New Roman"/>
          <w:lang w:val="et-EE"/>
        </w:rPr>
        <w:t xml:space="preserve">                           </w:t>
      </w:r>
      <w:r w:rsidR="00344705" w:rsidRPr="00344705">
        <w:rPr>
          <w:rFonts w:ascii="Times New Roman" w:hAnsi="Times New Roman"/>
          <w:lang w:val="et-EE"/>
        </w:rPr>
        <w:t xml:space="preserve">        </w:t>
      </w:r>
      <w:r w:rsidR="00344705">
        <w:rPr>
          <w:rFonts w:ascii="Times New Roman" w:hAnsi="Times New Roman"/>
          <w:lang w:val="et-EE"/>
        </w:rPr>
        <w:t xml:space="preserve">      </w:t>
      </w:r>
      <w:r w:rsidR="00344705" w:rsidRPr="00344705">
        <w:rPr>
          <w:rFonts w:ascii="Times New Roman" w:hAnsi="Times New Roman"/>
          <w:lang w:val="et-EE"/>
        </w:rPr>
        <w:t xml:space="preserve">                </w:t>
      </w:r>
      <w:r w:rsidRPr="00F966B4">
        <w:rPr>
          <w:rFonts w:ascii="Times New Roman" w:hAnsi="Times New Roman"/>
          <w:lang w:val="et-EE"/>
        </w:rPr>
        <w:t xml:space="preserve"> 08.07.2025 nr JV-MAA-1/3118</w:t>
      </w:r>
    </w:p>
    <w:p w14:paraId="7D671048" w14:textId="77777777" w:rsidR="00F966B4" w:rsidRPr="00F966B4" w:rsidRDefault="00F966B4" w:rsidP="00F966B4">
      <w:pPr>
        <w:rPr>
          <w:rFonts w:ascii="Times New Roman" w:hAnsi="Times New Roman"/>
          <w:b/>
          <w:bCs/>
          <w:lang w:val="et-EE"/>
        </w:rPr>
      </w:pPr>
    </w:p>
    <w:p w14:paraId="75E89543" w14:textId="77777777" w:rsidR="00F966B4" w:rsidRPr="00F966B4" w:rsidRDefault="00F966B4" w:rsidP="00F966B4">
      <w:pPr>
        <w:rPr>
          <w:rFonts w:ascii="Times New Roman" w:hAnsi="Times New Roman"/>
          <w:b/>
          <w:bCs/>
          <w:lang w:val="et-EE"/>
        </w:rPr>
      </w:pPr>
    </w:p>
    <w:p w14:paraId="76B315F6" w14:textId="77777777" w:rsidR="00F966B4" w:rsidRPr="00F966B4" w:rsidRDefault="00F966B4" w:rsidP="00F966B4">
      <w:pPr>
        <w:rPr>
          <w:rFonts w:ascii="Times New Roman" w:hAnsi="Times New Roman"/>
          <w:b/>
          <w:bCs/>
          <w:lang w:val="et-EE"/>
        </w:rPr>
      </w:pPr>
      <w:r w:rsidRPr="00F966B4">
        <w:rPr>
          <w:rFonts w:ascii="Times New Roman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8"/>
        <w:gridCol w:w="6190"/>
      </w:tblGrid>
      <w:tr w:rsidR="00F966B4" w:rsidRPr="00F966B4" w14:paraId="611BD806" w14:textId="77777777" w:rsidTr="00754478">
        <w:trPr>
          <w:trHeight w:val="417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4F5E6A7D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4281B7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41B1BCA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5AA03826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4F96FAF2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TAOTLEJA</w:t>
            </w:r>
          </w:p>
          <w:p w14:paraId="6E25FA64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ANDMED</w:t>
            </w:r>
          </w:p>
          <w:p w14:paraId="4203BE6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24AD04E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1CA12F2A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6E9B28A9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173C365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Nimi: Elektrilevi OÜ</w:t>
            </w:r>
          </w:p>
        </w:tc>
      </w:tr>
      <w:tr w:rsidR="00F966B4" w:rsidRPr="00F966B4" w14:paraId="77F5696B" w14:textId="77777777" w:rsidTr="00754478">
        <w:trPr>
          <w:trHeight w:val="415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043B525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2D1DC18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Registrikood: 11050857</w:t>
            </w:r>
          </w:p>
        </w:tc>
      </w:tr>
      <w:tr w:rsidR="00F966B4" w:rsidRPr="00F966B4" w14:paraId="61F119AA" w14:textId="77777777" w:rsidTr="00754478">
        <w:trPr>
          <w:trHeight w:val="272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1CDA32DF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9DE585E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Aadress: Veskiposti 2, 10138 Tallinn</w:t>
            </w:r>
          </w:p>
        </w:tc>
      </w:tr>
      <w:tr w:rsidR="00F966B4" w:rsidRPr="00F966B4" w14:paraId="6AA4A50A" w14:textId="77777777" w:rsidTr="00754478">
        <w:trPr>
          <w:trHeight w:val="421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797270F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bookmarkStart w:id="0" w:name="_Hlk38622158"/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66578C5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Õigustatud isiku poolne lepingu </w:t>
            </w:r>
            <w:proofErr w:type="spellStart"/>
            <w:r w:rsidRPr="00F966B4">
              <w:rPr>
                <w:rFonts w:ascii="Times New Roman" w:hAnsi="Times New Roman"/>
                <w:lang w:val="et-EE"/>
              </w:rPr>
              <w:t>sõlmija</w:t>
            </w:r>
            <w:proofErr w:type="spellEnd"/>
            <w:r w:rsidRPr="00F966B4">
              <w:rPr>
                <w:rFonts w:ascii="Times New Roman" w:hAnsi="Times New Roman"/>
                <w:lang w:val="et-EE"/>
              </w:rPr>
              <w:t xml:space="preserve"> nimi</w:t>
            </w:r>
          </w:p>
          <w:p w14:paraId="6DD6F5E8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Andra McManus</w:t>
            </w:r>
          </w:p>
        </w:tc>
      </w:tr>
      <w:tr w:rsidR="00F966B4" w:rsidRPr="00F966B4" w14:paraId="035B2302" w14:textId="77777777" w:rsidTr="00754478">
        <w:trPr>
          <w:trHeight w:val="272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495C4FD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570CC51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Vajadusel koopia lepingu allkirjastaja volikirjast, kui allkirjastamine toimub volituse alusel. </w:t>
            </w:r>
          </w:p>
        </w:tc>
      </w:tr>
      <w:bookmarkEnd w:id="0"/>
      <w:tr w:rsidR="00F966B4" w:rsidRPr="00F966B4" w14:paraId="1057F964" w14:textId="77777777" w:rsidTr="00754478">
        <w:trPr>
          <w:trHeight w:val="272"/>
        </w:trPr>
        <w:tc>
          <w:tcPr>
            <w:tcW w:w="3098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5A5AC6A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7833CEB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Lepingu </w:t>
            </w:r>
            <w:proofErr w:type="spellStart"/>
            <w:r w:rsidRPr="00F966B4">
              <w:rPr>
                <w:rFonts w:ascii="Times New Roman" w:hAnsi="Times New Roman"/>
                <w:lang w:val="et-EE"/>
              </w:rPr>
              <w:t>sõlmija</w:t>
            </w:r>
            <w:proofErr w:type="spellEnd"/>
            <w:r w:rsidRPr="00F966B4">
              <w:rPr>
                <w:rFonts w:ascii="Times New Roman" w:hAnsi="Times New Roman"/>
                <w:lang w:val="et-EE"/>
              </w:rPr>
              <w:t xml:space="preserve"> e-posti aadress, telefoni number (mitte lisada organisatsiooni </w:t>
            </w:r>
            <w:proofErr w:type="spellStart"/>
            <w:r w:rsidRPr="00F966B4">
              <w:rPr>
                <w:rFonts w:ascii="Times New Roman" w:hAnsi="Times New Roman"/>
                <w:lang w:val="et-EE"/>
              </w:rPr>
              <w:t>üldtelefoni</w:t>
            </w:r>
            <w:proofErr w:type="spellEnd"/>
            <w:r w:rsidRPr="00F966B4">
              <w:rPr>
                <w:rFonts w:ascii="Times New Roman" w:hAnsi="Times New Roman"/>
                <w:lang w:val="et-EE"/>
              </w:rPr>
              <w:t xml:space="preserve">) </w:t>
            </w:r>
          </w:p>
          <w:p w14:paraId="30C4FE2E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hyperlink r:id="rId12" w:history="1"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 xml:space="preserve"> </w:t>
              </w:r>
              <w:proofErr w:type="spellStart"/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>Andra.McManus</w:t>
              </w:r>
              <w:proofErr w:type="spellEnd"/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 xml:space="preserve"> @elektrilevi.ee</w:t>
              </w:r>
            </w:hyperlink>
            <w:r w:rsidRPr="00F966B4">
              <w:rPr>
                <w:rFonts w:ascii="Times New Roman" w:hAnsi="Times New Roman"/>
                <w:lang w:val="et-EE"/>
              </w:rPr>
              <w:t>, tel 5123441</w:t>
            </w:r>
          </w:p>
        </w:tc>
      </w:tr>
      <w:tr w:rsidR="00F966B4" w:rsidRPr="00F966B4" w14:paraId="5C3FCC24" w14:textId="77777777" w:rsidTr="00754478">
        <w:trPr>
          <w:trHeight w:val="94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1A071A2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TAOTLEJA KONTAKTISIK menetlemisel (kui erineb lepingu allkirjastajast)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D8396E0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Nimi:</w:t>
            </w:r>
            <w:r w:rsidRPr="00F966B4">
              <w:rPr>
                <w:rFonts w:ascii="Times New Roman" w:hAnsi="Times New Roman"/>
              </w:rPr>
              <w:t xml:space="preserve"> Krista Ahman</w:t>
            </w:r>
          </w:p>
        </w:tc>
      </w:tr>
      <w:tr w:rsidR="00F966B4" w:rsidRPr="00F966B4" w14:paraId="732FD939" w14:textId="77777777" w:rsidTr="00754478">
        <w:trPr>
          <w:trHeight w:val="93"/>
        </w:trPr>
        <w:tc>
          <w:tcPr>
            <w:tcW w:w="309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68766D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380C67A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e-posti aadress, telefoni number </w:t>
            </w:r>
          </w:p>
          <w:p w14:paraId="5E4B3300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hyperlink r:id="rId13" w:history="1">
              <w:r w:rsidRPr="00F966B4">
                <w:rPr>
                  <w:rStyle w:val="Hyperlink"/>
                  <w:rFonts w:ascii="Times New Roman" w:hAnsi="Times New Roman"/>
                  <w:color w:val="auto"/>
                </w:rPr>
                <w:t>Krista.Ahman@elektrilevi.ee</w:t>
              </w:r>
            </w:hyperlink>
            <w:r w:rsidRPr="00F966B4">
              <w:rPr>
                <w:rFonts w:ascii="Times New Roman" w:hAnsi="Times New Roman"/>
              </w:rPr>
              <w:t xml:space="preserve"> , 5291160</w:t>
            </w:r>
          </w:p>
          <w:p w14:paraId="05F06A6F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</w:p>
        </w:tc>
      </w:tr>
      <w:tr w:rsidR="00F966B4" w:rsidRPr="00F966B4" w14:paraId="2F586E54" w14:textId="77777777" w:rsidTr="00754478">
        <w:trPr>
          <w:trHeight w:val="50"/>
        </w:trPr>
        <w:tc>
          <w:tcPr>
            <w:tcW w:w="309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DAD42B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vMerge w:val="restart"/>
            <w:tcBorders>
              <w:left w:val="single" w:sz="4" w:space="0" w:color="auto"/>
            </w:tcBorders>
          </w:tcPr>
          <w:p w14:paraId="4AE431D4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iCs/>
              </w:rPr>
              <w:t>Tehnovõrk on vajalik avalikes huvides ning arenduskohustuse täitmiseks</w:t>
            </w:r>
          </w:p>
        </w:tc>
      </w:tr>
      <w:tr w:rsidR="00F966B4" w:rsidRPr="00F966B4" w14:paraId="6D81C5B7" w14:textId="77777777" w:rsidTr="00754478">
        <w:trPr>
          <w:trHeight w:val="272"/>
        </w:trPr>
        <w:tc>
          <w:tcPr>
            <w:tcW w:w="3098" w:type="dxa"/>
            <w:tcBorders>
              <w:top w:val="nil"/>
              <w:right w:val="single" w:sz="4" w:space="0" w:color="auto"/>
            </w:tcBorders>
          </w:tcPr>
          <w:p w14:paraId="6E8D5DF6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TEHNORAJATISE PAIGALDAMISE EESMÄRK</w:t>
            </w:r>
          </w:p>
        </w:tc>
        <w:tc>
          <w:tcPr>
            <w:tcW w:w="6190" w:type="dxa"/>
            <w:vMerge/>
            <w:tcBorders>
              <w:left w:val="single" w:sz="4" w:space="0" w:color="auto"/>
            </w:tcBorders>
          </w:tcPr>
          <w:p w14:paraId="405A9137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u w:val="single"/>
                <w:lang w:val="et-EE"/>
              </w:rPr>
            </w:pPr>
          </w:p>
        </w:tc>
      </w:tr>
      <w:tr w:rsidR="00F966B4" w:rsidRPr="00F966B4" w14:paraId="1CCD685B" w14:textId="77777777" w:rsidTr="00754478">
        <w:trPr>
          <w:trHeight w:val="580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268AFC69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3D021698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PROJEKT (Transpordiametis kooskõlastatud)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429A5E1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Projekti nimetus ja number: </w:t>
            </w:r>
            <w:r w:rsidRPr="00F966B4">
              <w:rPr>
                <w:rFonts w:ascii="Times New Roman" w:hAnsi="Times New Roman"/>
                <w:i/>
                <w:iCs/>
                <w:lang w:val="et-EE"/>
              </w:rPr>
              <w:t xml:space="preserve">LC3661 „Talli detailplaneeringuala kinnistute liitumised 0,4 </w:t>
            </w:r>
            <w:proofErr w:type="spellStart"/>
            <w:r w:rsidRPr="00F966B4">
              <w:rPr>
                <w:rFonts w:ascii="Times New Roman" w:hAnsi="Times New Roman"/>
                <w:i/>
                <w:iCs/>
                <w:lang w:val="et-EE"/>
              </w:rPr>
              <w:t>kV</w:t>
            </w:r>
            <w:proofErr w:type="spellEnd"/>
            <w:r w:rsidRPr="00F966B4">
              <w:rPr>
                <w:rFonts w:ascii="Times New Roman" w:hAnsi="Times New Roman"/>
                <w:i/>
                <w:iCs/>
                <w:lang w:val="et-EE"/>
              </w:rPr>
              <w:t xml:space="preserve"> elektrivõrguga, Luunja alevik, Luunja vald, Tartu maakond“.</w:t>
            </w:r>
          </w:p>
        </w:tc>
      </w:tr>
      <w:tr w:rsidR="00F966B4" w:rsidRPr="00F966B4" w14:paraId="403F0261" w14:textId="77777777" w:rsidTr="00754478">
        <w:trPr>
          <w:trHeight w:val="580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0F2926B4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8BE9158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Projekti koostaja; Tanel Heering, </w:t>
            </w:r>
            <w:proofErr w:type="spellStart"/>
            <w:r w:rsidRPr="00F966B4">
              <w:rPr>
                <w:rFonts w:ascii="Times New Roman" w:hAnsi="Times New Roman"/>
                <w:lang w:val="et-EE"/>
              </w:rPr>
              <w:t>Elefish</w:t>
            </w:r>
            <w:proofErr w:type="spellEnd"/>
            <w:r w:rsidRPr="00F966B4">
              <w:rPr>
                <w:rFonts w:ascii="Times New Roman" w:hAnsi="Times New Roman"/>
                <w:lang w:val="et-EE"/>
              </w:rPr>
              <w:t xml:space="preserve"> OÜ </w:t>
            </w:r>
          </w:p>
          <w:p w14:paraId="01DAC187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tanel.heering@elefish.ee</w:t>
            </w:r>
          </w:p>
        </w:tc>
      </w:tr>
      <w:tr w:rsidR="00F966B4" w:rsidRPr="00F966B4" w14:paraId="325992C6" w14:textId="77777777" w:rsidTr="00754478">
        <w:trPr>
          <w:trHeight w:val="580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4C4B0EC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41B9CC3" w14:textId="35FCED49" w:rsidR="00F966B4" w:rsidRPr="00F966B4" w:rsidRDefault="00F966B4" w:rsidP="00344705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Transpordiameti kooskõlastuse vastuskirja kuupäev ja number: 20.06.2025  nr 7.1-2/25/10352-2</w:t>
            </w:r>
          </w:p>
        </w:tc>
      </w:tr>
      <w:tr w:rsidR="00F966B4" w:rsidRPr="00F966B4" w14:paraId="3369F027" w14:textId="77777777" w:rsidTr="00754478">
        <w:trPr>
          <w:trHeight w:val="312"/>
        </w:trPr>
        <w:tc>
          <w:tcPr>
            <w:tcW w:w="30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6076A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5CB55590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33A04E2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27E3FE86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0A81CEA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C6A2CB9" w14:textId="77777777" w:rsidR="00F966B4" w:rsidRPr="00F966B4" w:rsidRDefault="00F966B4" w:rsidP="00344705">
            <w:pPr>
              <w:ind w:left="360"/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1.KOORMATAVA</w:t>
            </w:r>
          </w:p>
          <w:p w14:paraId="1042AED2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 xml:space="preserve">RIIGIMAA ANDMED (info </w:t>
            </w:r>
            <w:proofErr w:type="spellStart"/>
            <w:r w:rsidRPr="00F966B4">
              <w:rPr>
                <w:rFonts w:ascii="Times New Roman" w:hAnsi="Times New Roman"/>
                <w:b/>
                <w:bCs/>
                <w:lang w:val="et-EE"/>
              </w:rPr>
              <w:t>RKVRist</w:t>
            </w:r>
            <w:proofErr w:type="spellEnd"/>
            <w:r w:rsidRPr="00F966B4">
              <w:rPr>
                <w:rFonts w:ascii="Times New Roman" w:hAnsi="Times New Roman"/>
                <w:b/>
                <w:bCs/>
                <w:lang w:val="et-EE"/>
              </w:rPr>
              <w:t xml:space="preserve"> ja Maa- ja Ruumiameti kaardirakendusest)</w:t>
            </w:r>
          </w:p>
          <w:p w14:paraId="69395A4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2CAA6B4" w14:textId="3214E292" w:rsidR="00F966B4" w:rsidRPr="00F966B4" w:rsidRDefault="00F966B4" w:rsidP="00344705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Number ja nimetus: 22251 </w:t>
            </w:r>
            <w:proofErr w:type="spellStart"/>
            <w:r w:rsidRPr="00F966B4">
              <w:rPr>
                <w:rFonts w:ascii="Times New Roman" w:hAnsi="Times New Roman"/>
                <w:lang w:val="et-EE"/>
              </w:rPr>
              <w:t>Põvvatu</w:t>
            </w:r>
            <w:proofErr w:type="spellEnd"/>
            <w:r w:rsidRPr="00F966B4">
              <w:rPr>
                <w:rFonts w:ascii="Times New Roman" w:hAnsi="Times New Roman"/>
                <w:lang w:val="et-EE"/>
              </w:rPr>
              <w:t>-Luunja tee L1</w:t>
            </w:r>
          </w:p>
        </w:tc>
      </w:tr>
      <w:tr w:rsidR="00F966B4" w:rsidRPr="00F966B4" w14:paraId="7C083D3D" w14:textId="77777777" w:rsidTr="00754478">
        <w:trPr>
          <w:trHeight w:val="415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EDAD2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A8D5BD1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Katastritunnus: 43201:001:1409</w:t>
            </w:r>
          </w:p>
        </w:tc>
      </w:tr>
      <w:tr w:rsidR="00F966B4" w:rsidRPr="00F966B4" w14:paraId="7B18944B" w14:textId="77777777" w:rsidTr="00754478">
        <w:trPr>
          <w:trHeight w:val="378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2359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26F839B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Kinnistu registriosa number: 3284050</w:t>
            </w:r>
          </w:p>
        </w:tc>
      </w:tr>
      <w:tr w:rsidR="00F966B4" w:rsidRPr="00F966B4" w14:paraId="6DC79571" w14:textId="77777777" w:rsidTr="00754478">
        <w:trPr>
          <w:trHeight w:val="378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DE9E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4003D322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Riigi kinnisvararegistri objekti kood: </w:t>
            </w:r>
            <w:hyperlink r:id="rId14" w:tgtFrame="_blank" w:history="1"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>KV62802</w:t>
              </w:r>
            </w:hyperlink>
          </w:p>
        </w:tc>
      </w:tr>
      <w:tr w:rsidR="00F966B4" w:rsidRPr="00F966B4" w14:paraId="3C061758" w14:textId="77777777" w:rsidTr="00754478">
        <w:trPr>
          <w:trHeight w:val="453"/>
        </w:trPr>
        <w:tc>
          <w:tcPr>
            <w:tcW w:w="309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CBD04F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A7352D1" w14:textId="77777777" w:rsidR="00F966B4" w:rsidRPr="00F966B4" w:rsidRDefault="00F966B4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Kasutusõiguse sisu:  </w:t>
            </w:r>
          </w:p>
          <w:p w14:paraId="553CD76B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1A210641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Ruumikuju andmed: PARI ID  867660</w:t>
            </w:r>
          </w:p>
          <w:p w14:paraId="2930464F" w14:textId="616D67CC" w:rsidR="00F966B4" w:rsidRPr="00F966B4" w:rsidRDefault="00F966B4" w:rsidP="00344705">
            <w:pPr>
              <w:rPr>
                <w:rFonts w:ascii="Times New Roman" w:hAnsi="Times New Roman"/>
                <w:i/>
                <w:iCs/>
                <w:lang w:val="et-EE"/>
              </w:rPr>
            </w:pPr>
            <w:hyperlink r:id="rId15" w:history="1">
              <w:r w:rsidRPr="00F966B4">
                <w:rPr>
                  <w:rStyle w:val="Hyperlink"/>
                  <w:rFonts w:ascii="Times New Roman" w:hAnsi="Times New Roman"/>
                  <w:lang w:val="et-EE"/>
                </w:rPr>
                <w:t>https://pari.kataster.ee/magic-link/0e595d56-2924-4f66-8650-e5f91d30d872</w:t>
              </w:r>
            </w:hyperlink>
          </w:p>
        </w:tc>
      </w:tr>
      <w:tr w:rsidR="00F966B4" w:rsidRPr="00F966B4" w14:paraId="314790D5" w14:textId="77777777" w:rsidTr="00754478">
        <w:trPr>
          <w:trHeight w:val="453"/>
        </w:trPr>
        <w:tc>
          <w:tcPr>
            <w:tcW w:w="309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BA7238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lastRenderedPageBreak/>
              <w:t>LEPINGU SÕLMIMISE KULUD TASUB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BBCB3B9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Elektrilevi OÜ</w:t>
            </w:r>
          </w:p>
        </w:tc>
      </w:tr>
      <w:tr w:rsidR="00F966B4" w:rsidRPr="00F966B4" w14:paraId="2F2614E5" w14:textId="77777777" w:rsidTr="00754478">
        <w:trPr>
          <w:trHeight w:val="453"/>
        </w:trPr>
        <w:tc>
          <w:tcPr>
            <w:tcW w:w="309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18BFFF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TAOTLUSE LISAD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2E67BBF" w14:textId="77777777" w:rsidR="00F966B4" w:rsidRPr="00F966B4" w:rsidRDefault="00F966B4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Isikliku kasutusõiguse seadmise plaan/-id (Plaanid peavad vastama Transpordiameti kodulehel lisatud </w:t>
            </w:r>
            <w:hyperlink r:id="rId16" w:anchor="mahasoidud-ehitamin" w:history="1"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>juh</w:t>
              </w:r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>e</w:t>
              </w:r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>ndile</w:t>
              </w:r>
            </w:hyperlink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 ja Transpordiameti kooskõlastusele).</w:t>
            </w:r>
          </w:p>
        </w:tc>
      </w:tr>
      <w:tr w:rsidR="00F966B4" w:rsidRPr="00F966B4" w14:paraId="1E3E806C" w14:textId="77777777" w:rsidTr="00754478">
        <w:trPr>
          <w:trHeight w:val="453"/>
        </w:trPr>
        <w:tc>
          <w:tcPr>
            <w:tcW w:w="309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2FC6C1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8CC3CA0" w14:textId="77777777" w:rsidR="00F966B4" w:rsidRPr="00F966B4" w:rsidRDefault="00F966B4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>Esindusvolitus</w:t>
            </w:r>
          </w:p>
        </w:tc>
      </w:tr>
    </w:tbl>
    <w:p w14:paraId="5ED16ED9" w14:textId="77777777" w:rsidR="00F966B4" w:rsidRPr="00F966B4" w:rsidRDefault="00F966B4" w:rsidP="00F966B4">
      <w:pPr>
        <w:rPr>
          <w:rFonts w:ascii="Times New Roman" w:hAnsi="Times New Roman"/>
          <w:b/>
          <w:bCs/>
          <w:lang w:val="et-EE"/>
        </w:rPr>
      </w:pPr>
    </w:p>
    <w:p w14:paraId="601D710D" w14:textId="23965CD7" w:rsidR="00CB0FEA" w:rsidRPr="00840780" w:rsidRDefault="00CB0FEA" w:rsidP="00F966B4">
      <w:pPr>
        <w:rPr>
          <w:sz w:val="20"/>
          <w:szCs w:val="20"/>
        </w:rPr>
      </w:pPr>
    </w:p>
    <w:sectPr w:rsidR="00CB0FEA" w:rsidRPr="00840780" w:rsidSect="0084078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B7EF8" w14:textId="77777777" w:rsidR="008B2F66" w:rsidRDefault="008B2F66">
      <w:r>
        <w:separator/>
      </w:r>
    </w:p>
  </w:endnote>
  <w:endnote w:type="continuationSeparator" w:id="0">
    <w:p w14:paraId="156091A9" w14:textId="77777777" w:rsidR="008B2F66" w:rsidRDefault="008B2F66">
      <w:r>
        <w:continuationSeparator/>
      </w:r>
    </w:p>
  </w:endnote>
  <w:endnote w:type="continuationNotice" w:id="1">
    <w:p w14:paraId="5FCCC32A" w14:textId="77777777" w:rsidR="008B2F66" w:rsidRDefault="008B2F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6210D" w14:textId="77777777" w:rsidR="008B2F66" w:rsidRDefault="008B2F66">
      <w:r>
        <w:separator/>
      </w:r>
    </w:p>
  </w:footnote>
  <w:footnote w:type="continuationSeparator" w:id="0">
    <w:p w14:paraId="064C4CEE" w14:textId="77777777" w:rsidR="008B2F66" w:rsidRDefault="008B2F66">
      <w:r>
        <w:continuationSeparator/>
      </w:r>
    </w:p>
  </w:footnote>
  <w:footnote w:type="continuationNotice" w:id="1">
    <w:p w14:paraId="21470F5E" w14:textId="77777777" w:rsidR="008B2F66" w:rsidRDefault="008B2F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20"/>
  </w:num>
  <w:num w:numId="13" w16cid:durableId="843782601">
    <w:abstractNumId w:val="14"/>
  </w:num>
  <w:num w:numId="14" w16cid:durableId="295646453">
    <w:abstractNumId w:val="16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7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9"/>
  </w:num>
  <w:num w:numId="30" w16cid:durableId="1629121418">
    <w:abstractNumId w:val="18"/>
  </w:num>
  <w:num w:numId="31" w16cid:durableId="1337686878">
    <w:abstractNumId w:val="12"/>
  </w:num>
  <w:num w:numId="32" w16cid:durableId="8837183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24CD"/>
    <w:rsid w:val="00042427"/>
    <w:rsid w:val="00042C6D"/>
    <w:rsid w:val="00061FDD"/>
    <w:rsid w:val="00062448"/>
    <w:rsid w:val="000657E8"/>
    <w:rsid w:val="00074F5B"/>
    <w:rsid w:val="00093668"/>
    <w:rsid w:val="000A4006"/>
    <w:rsid w:val="000B0B73"/>
    <w:rsid w:val="000B1DBF"/>
    <w:rsid w:val="000B417F"/>
    <w:rsid w:val="000B4850"/>
    <w:rsid w:val="000B57BA"/>
    <w:rsid w:val="000C149A"/>
    <w:rsid w:val="000F3E27"/>
    <w:rsid w:val="00103444"/>
    <w:rsid w:val="001100DF"/>
    <w:rsid w:val="00113F3F"/>
    <w:rsid w:val="00120336"/>
    <w:rsid w:val="00126600"/>
    <w:rsid w:val="00130960"/>
    <w:rsid w:val="00131020"/>
    <w:rsid w:val="001336BE"/>
    <w:rsid w:val="00136D40"/>
    <w:rsid w:val="00146F8F"/>
    <w:rsid w:val="001523EE"/>
    <w:rsid w:val="00152A06"/>
    <w:rsid w:val="00162108"/>
    <w:rsid w:val="00175C9F"/>
    <w:rsid w:val="00182C9F"/>
    <w:rsid w:val="0019253D"/>
    <w:rsid w:val="00194EE7"/>
    <w:rsid w:val="001B46D4"/>
    <w:rsid w:val="001C6D3D"/>
    <w:rsid w:val="001D3478"/>
    <w:rsid w:val="001E0921"/>
    <w:rsid w:val="001E09C8"/>
    <w:rsid w:val="001E1C85"/>
    <w:rsid w:val="002002F0"/>
    <w:rsid w:val="0020094F"/>
    <w:rsid w:val="00204AC4"/>
    <w:rsid w:val="0021186E"/>
    <w:rsid w:val="00214C00"/>
    <w:rsid w:val="00215382"/>
    <w:rsid w:val="00225172"/>
    <w:rsid w:val="002401E8"/>
    <w:rsid w:val="002403D7"/>
    <w:rsid w:val="0024234A"/>
    <w:rsid w:val="00253103"/>
    <w:rsid w:val="002531D0"/>
    <w:rsid w:val="00255A87"/>
    <w:rsid w:val="00263F72"/>
    <w:rsid w:val="002641F5"/>
    <w:rsid w:val="002726A3"/>
    <w:rsid w:val="002732AA"/>
    <w:rsid w:val="00281D3E"/>
    <w:rsid w:val="002A1036"/>
    <w:rsid w:val="002B06C5"/>
    <w:rsid w:val="002D4D27"/>
    <w:rsid w:val="002D5009"/>
    <w:rsid w:val="002D6251"/>
    <w:rsid w:val="002E0B5D"/>
    <w:rsid w:val="002E0EF7"/>
    <w:rsid w:val="002E20C9"/>
    <w:rsid w:val="002E2C1D"/>
    <w:rsid w:val="002F07BC"/>
    <w:rsid w:val="00300E09"/>
    <w:rsid w:val="003073D3"/>
    <w:rsid w:val="00310363"/>
    <w:rsid w:val="003127FB"/>
    <w:rsid w:val="003203E0"/>
    <w:rsid w:val="00321320"/>
    <w:rsid w:val="00327200"/>
    <w:rsid w:val="0033388C"/>
    <w:rsid w:val="00335CBC"/>
    <w:rsid w:val="0033602D"/>
    <w:rsid w:val="00344705"/>
    <w:rsid w:val="003467AE"/>
    <w:rsid w:val="003551E2"/>
    <w:rsid w:val="00355CFA"/>
    <w:rsid w:val="00357C22"/>
    <w:rsid w:val="00364590"/>
    <w:rsid w:val="00364C0F"/>
    <w:rsid w:val="00365F2B"/>
    <w:rsid w:val="00381AE8"/>
    <w:rsid w:val="00382D66"/>
    <w:rsid w:val="003A0ECE"/>
    <w:rsid w:val="003B6F35"/>
    <w:rsid w:val="003C3F52"/>
    <w:rsid w:val="003C6D6C"/>
    <w:rsid w:val="003E385C"/>
    <w:rsid w:val="003F5996"/>
    <w:rsid w:val="004170C1"/>
    <w:rsid w:val="00420824"/>
    <w:rsid w:val="0042216B"/>
    <w:rsid w:val="00430FA1"/>
    <w:rsid w:val="00445A99"/>
    <w:rsid w:val="00462CC6"/>
    <w:rsid w:val="00470107"/>
    <w:rsid w:val="00477955"/>
    <w:rsid w:val="00491AD7"/>
    <w:rsid w:val="00494657"/>
    <w:rsid w:val="00496FB0"/>
    <w:rsid w:val="004A1981"/>
    <w:rsid w:val="004B2FB0"/>
    <w:rsid w:val="004B3B7C"/>
    <w:rsid w:val="004B3CBC"/>
    <w:rsid w:val="004D1D70"/>
    <w:rsid w:val="004D4471"/>
    <w:rsid w:val="004D7EDA"/>
    <w:rsid w:val="004E4BEF"/>
    <w:rsid w:val="004E5DD5"/>
    <w:rsid w:val="004F5104"/>
    <w:rsid w:val="0050379B"/>
    <w:rsid w:val="005267E5"/>
    <w:rsid w:val="00532D2F"/>
    <w:rsid w:val="00552D94"/>
    <w:rsid w:val="00581E38"/>
    <w:rsid w:val="00582590"/>
    <w:rsid w:val="00584289"/>
    <w:rsid w:val="00585B08"/>
    <w:rsid w:val="005A217D"/>
    <w:rsid w:val="005A513D"/>
    <w:rsid w:val="005A710F"/>
    <w:rsid w:val="005B1C18"/>
    <w:rsid w:val="005C24D9"/>
    <w:rsid w:val="005E3618"/>
    <w:rsid w:val="005E5779"/>
    <w:rsid w:val="005F5E38"/>
    <w:rsid w:val="00605698"/>
    <w:rsid w:val="00605B27"/>
    <w:rsid w:val="006069F4"/>
    <w:rsid w:val="00606E41"/>
    <w:rsid w:val="00615EB0"/>
    <w:rsid w:val="00620192"/>
    <w:rsid w:val="00623735"/>
    <w:rsid w:val="00625192"/>
    <w:rsid w:val="0062642C"/>
    <w:rsid w:val="00627953"/>
    <w:rsid w:val="0063780B"/>
    <w:rsid w:val="00643BDB"/>
    <w:rsid w:val="006466E4"/>
    <w:rsid w:val="00657B6F"/>
    <w:rsid w:val="0066463C"/>
    <w:rsid w:val="006677D0"/>
    <w:rsid w:val="006736DE"/>
    <w:rsid w:val="00675C6D"/>
    <w:rsid w:val="0068042E"/>
    <w:rsid w:val="00690198"/>
    <w:rsid w:val="006A27A9"/>
    <w:rsid w:val="006B28B7"/>
    <w:rsid w:val="006B5553"/>
    <w:rsid w:val="006C3668"/>
    <w:rsid w:val="006C743E"/>
    <w:rsid w:val="006E586A"/>
    <w:rsid w:val="006F11F1"/>
    <w:rsid w:val="006F595A"/>
    <w:rsid w:val="00702CEE"/>
    <w:rsid w:val="00704301"/>
    <w:rsid w:val="0070500B"/>
    <w:rsid w:val="00730275"/>
    <w:rsid w:val="00755DE3"/>
    <w:rsid w:val="00765D62"/>
    <w:rsid w:val="00767DAB"/>
    <w:rsid w:val="00770EFD"/>
    <w:rsid w:val="0077377F"/>
    <w:rsid w:val="00775AD3"/>
    <w:rsid w:val="00782839"/>
    <w:rsid w:val="007860BC"/>
    <w:rsid w:val="007870BE"/>
    <w:rsid w:val="0079645A"/>
    <w:rsid w:val="007A0E84"/>
    <w:rsid w:val="007A7FE6"/>
    <w:rsid w:val="007C2201"/>
    <w:rsid w:val="007C45AD"/>
    <w:rsid w:val="007C6F7A"/>
    <w:rsid w:val="007C7A5C"/>
    <w:rsid w:val="007D52CC"/>
    <w:rsid w:val="007F05EB"/>
    <w:rsid w:val="007F2810"/>
    <w:rsid w:val="0080070E"/>
    <w:rsid w:val="0080593B"/>
    <w:rsid w:val="00812A56"/>
    <w:rsid w:val="00820D09"/>
    <w:rsid w:val="0082604D"/>
    <w:rsid w:val="00826D94"/>
    <w:rsid w:val="00827163"/>
    <w:rsid w:val="0083430B"/>
    <w:rsid w:val="00840780"/>
    <w:rsid w:val="00845E6D"/>
    <w:rsid w:val="0085541B"/>
    <w:rsid w:val="00860DCD"/>
    <w:rsid w:val="0086205E"/>
    <w:rsid w:val="008753E8"/>
    <w:rsid w:val="008759E3"/>
    <w:rsid w:val="008A6138"/>
    <w:rsid w:val="008B2F66"/>
    <w:rsid w:val="008C5B01"/>
    <w:rsid w:val="008D2D2A"/>
    <w:rsid w:val="008D3667"/>
    <w:rsid w:val="008F2A05"/>
    <w:rsid w:val="00901652"/>
    <w:rsid w:val="00911735"/>
    <w:rsid w:val="0091258F"/>
    <w:rsid w:val="00912BDF"/>
    <w:rsid w:val="00921930"/>
    <w:rsid w:val="00926283"/>
    <w:rsid w:val="009303BE"/>
    <w:rsid w:val="00930BE5"/>
    <w:rsid w:val="009425BC"/>
    <w:rsid w:val="009544B2"/>
    <w:rsid w:val="00962A66"/>
    <w:rsid w:val="00963ABE"/>
    <w:rsid w:val="00985ACA"/>
    <w:rsid w:val="00986752"/>
    <w:rsid w:val="00992B14"/>
    <w:rsid w:val="009959DF"/>
    <w:rsid w:val="009A0457"/>
    <w:rsid w:val="009B0DB5"/>
    <w:rsid w:val="009B2A88"/>
    <w:rsid w:val="009D38F3"/>
    <w:rsid w:val="009D6ED0"/>
    <w:rsid w:val="009E181A"/>
    <w:rsid w:val="00A04EE1"/>
    <w:rsid w:val="00A114C3"/>
    <w:rsid w:val="00A17109"/>
    <w:rsid w:val="00A17AC3"/>
    <w:rsid w:val="00A17E2A"/>
    <w:rsid w:val="00A27416"/>
    <w:rsid w:val="00A33A60"/>
    <w:rsid w:val="00A35B1E"/>
    <w:rsid w:val="00A43A3D"/>
    <w:rsid w:val="00A53DCD"/>
    <w:rsid w:val="00A649D1"/>
    <w:rsid w:val="00A65739"/>
    <w:rsid w:val="00A837AB"/>
    <w:rsid w:val="00A83FDD"/>
    <w:rsid w:val="00A857C8"/>
    <w:rsid w:val="00A94466"/>
    <w:rsid w:val="00A96E89"/>
    <w:rsid w:val="00AE1639"/>
    <w:rsid w:val="00AE6B50"/>
    <w:rsid w:val="00AE7044"/>
    <w:rsid w:val="00AF1A5D"/>
    <w:rsid w:val="00AF6389"/>
    <w:rsid w:val="00B03164"/>
    <w:rsid w:val="00B05AE2"/>
    <w:rsid w:val="00B33B98"/>
    <w:rsid w:val="00B34378"/>
    <w:rsid w:val="00B4021D"/>
    <w:rsid w:val="00B60081"/>
    <w:rsid w:val="00B64CC9"/>
    <w:rsid w:val="00B64F5C"/>
    <w:rsid w:val="00B65E8C"/>
    <w:rsid w:val="00B76967"/>
    <w:rsid w:val="00B93C2E"/>
    <w:rsid w:val="00BA3B23"/>
    <w:rsid w:val="00BA45D4"/>
    <w:rsid w:val="00BB7AC8"/>
    <w:rsid w:val="00BD14A4"/>
    <w:rsid w:val="00BE07EA"/>
    <w:rsid w:val="00BE6355"/>
    <w:rsid w:val="00BE7935"/>
    <w:rsid w:val="00BF0E4C"/>
    <w:rsid w:val="00C0020C"/>
    <w:rsid w:val="00C34030"/>
    <w:rsid w:val="00C53640"/>
    <w:rsid w:val="00C56F6D"/>
    <w:rsid w:val="00C66DDF"/>
    <w:rsid w:val="00C712AC"/>
    <w:rsid w:val="00C81E7E"/>
    <w:rsid w:val="00C86912"/>
    <w:rsid w:val="00C86C12"/>
    <w:rsid w:val="00C86E8D"/>
    <w:rsid w:val="00C95ABD"/>
    <w:rsid w:val="00C966E8"/>
    <w:rsid w:val="00CA4C43"/>
    <w:rsid w:val="00CA5CA0"/>
    <w:rsid w:val="00CB0738"/>
    <w:rsid w:val="00CB0FEA"/>
    <w:rsid w:val="00CB31D7"/>
    <w:rsid w:val="00CC0D04"/>
    <w:rsid w:val="00CC0E78"/>
    <w:rsid w:val="00CE4916"/>
    <w:rsid w:val="00CE5616"/>
    <w:rsid w:val="00CE6E1D"/>
    <w:rsid w:val="00CE70B7"/>
    <w:rsid w:val="00CF269E"/>
    <w:rsid w:val="00CF588B"/>
    <w:rsid w:val="00CF5F86"/>
    <w:rsid w:val="00D00B63"/>
    <w:rsid w:val="00D0223D"/>
    <w:rsid w:val="00D04B95"/>
    <w:rsid w:val="00D100C4"/>
    <w:rsid w:val="00D13F55"/>
    <w:rsid w:val="00D25D80"/>
    <w:rsid w:val="00D30B1A"/>
    <w:rsid w:val="00D343E0"/>
    <w:rsid w:val="00D35FED"/>
    <w:rsid w:val="00D42134"/>
    <w:rsid w:val="00D4458D"/>
    <w:rsid w:val="00D51ED4"/>
    <w:rsid w:val="00D52B32"/>
    <w:rsid w:val="00D8006E"/>
    <w:rsid w:val="00D879EE"/>
    <w:rsid w:val="00D902BD"/>
    <w:rsid w:val="00DB0C5D"/>
    <w:rsid w:val="00DB17D9"/>
    <w:rsid w:val="00DC1B92"/>
    <w:rsid w:val="00DC2EE4"/>
    <w:rsid w:val="00DC7B15"/>
    <w:rsid w:val="00DD4B26"/>
    <w:rsid w:val="00DF283A"/>
    <w:rsid w:val="00DF2D6D"/>
    <w:rsid w:val="00DF3E13"/>
    <w:rsid w:val="00E2366F"/>
    <w:rsid w:val="00E23C4F"/>
    <w:rsid w:val="00E26E2E"/>
    <w:rsid w:val="00E27A09"/>
    <w:rsid w:val="00E3309F"/>
    <w:rsid w:val="00E35920"/>
    <w:rsid w:val="00E366A1"/>
    <w:rsid w:val="00E3783E"/>
    <w:rsid w:val="00E43B45"/>
    <w:rsid w:val="00E47970"/>
    <w:rsid w:val="00E47D1C"/>
    <w:rsid w:val="00E54332"/>
    <w:rsid w:val="00E6200E"/>
    <w:rsid w:val="00E71487"/>
    <w:rsid w:val="00E72144"/>
    <w:rsid w:val="00E9115C"/>
    <w:rsid w:val="00E94F8A"/>
    <w:rsid w:val="00EB5167"/>
    <w:rsid w:val="00EB79F8"/>
    <w:rsid w:val="00EC15EB"/>
    <w:rsid w:val="00EC41A5"/>
    <w:rsid w:val="00EC50AF"/>
    <w:rsid w:val="00EC6F44"/>
    <w:rsid w:val="00ED26F8"/>
    <w:rsid w:val="00ED4638"/>
    <w:rsid w:val="00F30F4E"/>
    <w:rsid w:val="00F400F4"/>
    <w:rsid w:val="00F4474E"/>
    <w:rsid w:val="00F50474"/>
    <w:rsid w:val="00F629CC"/>
    <w:rsid w:val="00F67A7C"/>
    <w:rsid w:val="00F7500D"/>
    <w:rsid w:val="00F75059"/>
    <w:rsid w:val="00F87519"/>
    <w:rsid w:val="00F94E63"/>
    <w:rsid w:val="00F966B4"/>
    <w:rsid w:val="00FA395B"/>
    <w:rsid w:val="00FA7191"/>
    <w:rsid w:val="00FC0064"/>
    <w:rsid w:val="00FC2567"/>
    <w:rsid w:val="00FC4531"/>
    <w:rsid w:val="00FD02B6"/>
    <w:rsid w:val="00FD2413"/>
    <w:rsid w:val="00FD493A"/>
    <w:rsid w:val="00FE3E1F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213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  <w:style w:type="character" w:customStyle="1" w:styleId="Heading5Char">
    <w:name w:val="Heading 5 Char"/>
    <w:basedOn w:val="DefaultParagraphFont"/>
    <w:link w:val="Heading5"/>
    <w:semiHidden/>
    <w:rsid w:val="00321320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rista.Ahman@elektrilevi.e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mailto:Andra.Sokk@energia.e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ranspordiamet.ee/taotlused-blanketid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0e595d56-2924-4f66-8650-e5f91d30d872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riigivara.fin.ee/rkvr-frontend/varad/9088345" TargetMode="External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3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738D6C-EFCF-4975-9E88-DF0928B8A61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4</TotalTime>
  <Pages>2</Pages>
  <Words>342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Krista Ahman</cp:lastModifiedBy>
  <cp:revision>2</cp:revision>
  <cp:lastPrinted>2025-04-15T10:05:00Z</cp:lastPrinted>
  <dcterms:created xsi:type="dcterms:W3CDTF">2025-07-08T11:24:00Z</dcterms:created>
  <dcterms:modified xsi:type="dcterms:W3CDTF">2025-07-08T11:24:00Z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